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52CA4" w14:textId="77777777" w:rsidR="0095639B" w:rsidRDefault="0095639B" w:rsidP="009430A1">
      <w:r>
        <w:t xml:space="preserve">Maike </w:t>
      </w:r>
      <w:proofErr w:type="spellStart"/>
      <w:r>
        <w:t>Renningsen</w:t>
      </w:r>
      <w:proofErr w:type="spellEnd"/>
    </w:p>
    <w:p w14:paraId="633E4AC5" w14:textId="77777777" w:rsidR="0095639B" w:rsidRDefault="0095639B" w:rsidP="0095639B">
      <w:r>
        <w:t xml:space="preserve">Obere </w:t>
      </w:r>
      <w:proofErr w:type="spellStart"/>
      <w:r>
        <w:t>Beeke</w:t>
      </w:r>
      <w:proofErr w:type="spellEnd"/>
      <w:r>
        <w:t xml:space="preserve"> 25</w:t>
      </w:r>
    </w:p>
    <w:p w14:paraId="67C7546F" w14:textId="77777777" w:rsidR="0095639B" w:rsidRDefault="0095639B" w:rsidP="0095639B">
      <w:r>
        <w:t>26130 Oldenburg</w:t>
      </w:r>
    </w:p>
    <w:p w14:paraId="64FF239A" w14:textId="77777777" w:rsidR="0095639B" w:rsidRDefault="0095639B" w:rsidP="0095639B">
      <w:r>
        <w:t>Tel.: 0441 223334444</w:t>
      </w:r>
    </w:p>
    <w:p w14:paraId="2B05BFC3" w14:textId="4C2741DF" w:rsidR="0095639B" w:rsidRDefault="00015F50" w:rsidP="0095639B">
      <w:r>
        <w:t>E-Mail: M.Renningsen@bspweb.de</w:t>
      </w:r>
    </w:p>
    <w:p w14:paraId="33BF6354" w14:textId="77777777" w:rsidR="009430A1" w:rsidRDefault="009430A1" w:rsidP="0095639B"/>
    <w:p w14:paraId="1DBDE704" w14:textId="77777777" w:rsidR="00015F50" w:rsidRDefault="00015F50" w:rsidP="0095639B"/>
    <w:p w14:paraId="39E73C54" w14:textId="77777777" w:rsidR="0095639B" w:rsidRDefault="0095639B" w:rsidP="0095639B"/>
    <w:p w14:paraId="77024485" w14:textId="77777777" w:rsidR="0095639B" w:rsidRDefault="0095639B" w:rsidP="0095639B">
      <w:r>
        <w:t xml:space="preserve">Gemeindeverwaltung </w:t>
      </w:r>
      <w:proofErr w:type="spellStart"/>
      <w:r>
        <w:t>Wiesmoor</w:t>
      </w:r>
      <w:proofErr w:type="spellEnd"/>
    </w:p>
    <w:p w14:paraId="2D0B92A3" w14:textId="77777777" w:rsidR="0095639B" w:rsidRDefault="0095639B" w:rsidP="0095639B">
      <w:r>
        <w:t>Referat Personal</w:t>
      </w:r>
    </w:p>
    <w:p w14:paraId="3005357B" w14:textId="77777777" w:rsidR="0095639B" w:rsidRDefault="0095639B" w:rsidP="0095639B">
      <w:r>
        <w:t xml:space="preserve">Frau </w:t>
      </w:r>
      <w:proofErr w:type="spellStart"/>
      <w:r>
        <w:t>Neele</w:t>
      </w:r>
      <w:proofErr w:type="spellEnd"/>
      <w:r>
        <w:t xml:space="preserve"> </w:t>
      </w:r>
      <w:proofErr w:type="spellStart"/>
      <w:r>
        <w:t>Claaß</w:t>
      </w:r>
      <w:proofErr w:type="spellEnd"/>
    </w:p>
    <w:p w14:paraId="52E18759" w14:textId="77777777" w:rsidR="0095639B" w:rsidRDefault="0095639B" w:rsidP="0095639B">
      <w:r>
        <w:t>Gärtnereiweg 8</w:t>
      </w:r>
    </w:p>
    <w:p w14:paraId="31124F1A" w14:textId="77777777" w:rsidR="0095639B" w:rsidRDefault="0095639B" w:rsidP="0095639B">
      <w:r>
        <w:t xml:space="preserve">26639 </w:t>
      </w:r>
      <w:proofErr w:type="spellStart"/>
      <w:r>
        <w:t>Wiesmoor</w:t>
      </w:r>
      <w:proofErr w:type="spellEnd"/>
    </w:p>
    <w:p w14:paraId="26717642" w14:textId="77777777" w:rsidR="0095639B" w:rsidRDefault="0095639B" w:rsidP="0095639B"/>
    <w:p w14:paraId="69D28556" w14:textId="77777777" w:rsidR="0095639B" w:rsidRDefault="0095639B" w:rsidP="0095639B"/>
    <w:p w14:paraId="4C521965" w14:textId="46AB906E" w:rsidR="0095639B" w:rsidRDefault="0095639B" w:rsidP="0095639B">
      <w:pPr>
        <w:jc w:val="right"/>
      </w:pPr>
      <w:r>
        <w:t>Oldenburg, 9. Mai 2016</w:t>
      </w:r>
    </w:p>
    <w:p w14:paraId="04A519C7" w14:textId="77777777" w:rsidR="0095639B" w:rsidRDefault="0095639B" w:rsidP="0095639B"/>
    <w:p w14:paraId="4CDA91DA" w14:textId="77777777" w:rsidR="0095639B" w:rsidRDefault="0095639B" w:rsidP="0095639B"/>
    <w:p w14:paraId="781A38A0" w14:textId="77777777" w:rsidR="0095639B" w:rsidRPr="0095639B" w:rsidRDefault="0095639B" w:rsidP="0095639B">
      <w:pPr>
        <w:rPr>
          <w:b/>
        </w:rPr>
      </w:pPr>
      <w:r w:rsidRPr="0095639B">
        <w:rPr>
          <w:b/>
        </w:rPr>
        <w:t xml:space="preserve">Bewerbung als Erzieherin im kommunalen Kindergarten </w:t>
      </w:r>
      <w:proofErr w:type="spellStart"/>
      <w:r w:rsidRPr="0095639B">
        <w:rPr>
          <w:b/>
        </w:rPr>
        <w:t>Wiesmoor</w:t>
      </w:r>
      <w:proofErr w:type="spellEnd"/>
    </w:p>
    <w:p w14:paraId="20FB4990" w14:textId="77777777" w:rsidR="0095639B" w:rsidRDefault="0095639B" w:rsidP="0095639B"/>
    <w:p w14:paraId="6341E177" w14:textId="77777777" w:rsidR="0095639B" w:rsidRDefault="0095639B" w:rsidP="0095639B"/>
    <w:p w14:paraId="71738F5C" w14:textId="77777777" w:rsidR="0095639B" w:rsidRDefault="0095639B" w:rsidP="0095639B">
      <w:r>
        <w:t xml:space="preserve">Sehr geehrte Frau </w:t>
      </w:r>
      <w:proofErr w:type="spellStart"/>
      <w:r>
        <w:t>Claaß</w:t>
      </w:r>
      <w:proofErr w:type="spellEnd"/>
      <w:r>
        <w:t>,</w:t>
      </w:r>
    </w:p>
    <w:p w14:paraId="794FA34C" w14:textId="77777777" w:rsidR="0095639B" w:rsidRDefault="0095639B" w:rsidP="0095639B"/>
    <w:p w14:paraId="7F388395" w14:textId="77777777" w:rsidR="0095639B" w:rsidRDefault="0095639B" w:rsidP="0095639B">
      <w:r>
        <w:t>im Stellenportal der „Nordwest-Zeitung“ wurde ich auf Ihre Stellenausschreibung aufmerksam. Sie suchen eine Erzieherin für die zweite Gruppe des kommunalen Kindergartens. Diese Täti</w:t>
      </w:r>
      <w:r>
        <w:t>g</w:t>
      </w:r>
      <w:r>
        <w:t>keit sagt mir sehr zu, deshalb bewerbe ich mich hiermit darauf.</w:t>
      </w:r>
    </w:p>
    <w:p w14:paraId="361CD767" w14:textId="77777777" w:rsidR="0095639B" w:rsidRDefault="0095639B" w:rsidP="0095639B"/>
    <w:p w14:paraId="0B805008" w14:textId="77777777" w:rsidR="0095639B" w:rsidRDefault="0095639B" w:rsidP="0095639B">
      <w:r>
        <w:t>Zu meiner Person: Ich bin 23 Jahre alt und von Beruf Erzieherin. Seit fast drei Jahren leite ich die dritte Gruppe des städtischen Kindergartens in Delmenhorst.</w:t>
      </w:r>
    </w:p>
    <w:p w14:paraId="548AEC91" w14:textId="77777777" w:rsidR="0095639B" w:rsidRDefault="0095639B" w:rsidP="0095639B"/>
    <w:p w14:paraId="70A25036" w14:textId="77777777" w:rsidR="0095639B" w:rsidRDefault="0095639B" w:rsidP="0095639B">
      <w:r>
        <w:t>Dass ich als Erzieherin gut mit Kindern zurechtkomme, ist selbstverständlich. Darüber hinaus bin ich kreativ und einfallsreich. Gerade bei anstehenden Festen, an Weihnachten und Ostern, zu Kindergeburtstagen und Gemeindefesten, habe ich immer Ideen, mit welchen Aktionen man die Kinder zum Mitmachen motivieren kann. Außerdem bin ich praktisch veranlagt: Mit kleineren Katastrophen (Verletzungen, Streitereien zwischen den Kindern etc.), wie sie im Kindergartenal</w:t>
      </w:r>
      <w:r>
        <w:t>l</w:t>
      </w:r>
      <w:r>
        <w:t>tag eben hin und wieder vorkommen, kann ich gut umgehen. Meist finde ich schnell eine Lösung, sodass es nicht zur großen Katastrophe kommt.</w:t>
      </w:r>
    </w:p>
    <w:p w14:paraId="1DEC2A25" w14:textId="77777777" w:rsidR="0095639B" w:rsidRDefault="0095639B" w:rsidP="0095639B"/>
    <w:p w14:paraId="0819911B" w14:textId="4F5238DC" w:rsidR="0095639B" w:rsidRDefault="0095639B" w:rsidP="0095639B">
      <w:r>
        <w:t>Ich könnte kurzfristig am 1. Juni bei Ihnen anfangen, denn mein derzeitiger Arbeitsvertrag läuft aufgrund einer Befristung diesen Monat aus. Sie wollen mich kennenlernen? Dann freue ich mich, wenn Sie mich zum Vorstellungsgespräch einladen. Ich bin telefonisch unter der Rufnu</w:t>
      </w:r>
      <w:r>
        <w:t>m</w:t>
      </w:r>
      <w:r>
        <w:t>mer: 0441 223334444 (AB) erreichbar.</w:t>
      </w:r>
    </w:p>
    <w:p w14:paraId="57E06D1B" w14:textId="77777777" w:rsidR="0095639B" w:rsidRDefault="0095639B" w:rsidP="0095639B"/>
    <w:p w14:paraId="57C69CC5" w14:textId="77777777" w:rsidR="0095639B" w:rsidRDefault="0095639B" w:rsidP="0095639B">
      <w:r>
        <w:t>Mit freundlichen Grüßen nach Ostfriesland</w:t>
      </w:r>
    </w:p>
    <w:p w14:paraId="1916E0E1" w14:textId="77777777" w:rsidR="00015F50" w:rsidRDefault="00015F50" w:rsidP="0095639B"/>
    <w:p w14:paraId="329AD342" w14:textId="77777777" w:rsidR="0095639B" w:rsidRPr="004B714F" w:rsidRDefault="0095639B" w:rsidP="0095639B">
      <w:pPr>
        <w:pStyle w:val="UnterschriftName"/>
        <w:rPr>
          <w:rFonts w:ascii="Lucida Handwriting" w:hAnsi="Lucida Handwriting"/>
        </w:rPr>
      </w:pPr>
      <w:bookmarkStart w:id="0" w:name="_GoBack"/>
      <w:r w:rsidRPr="004B714F">
        <w:rPr>
          <w:rFonts w:ascii="Lucida Handwriting" w:hAnsi="Lucida Handwriting"/>
        </w:rPr>
        <w:t xml:space="preserve">Maike </w:t>
      </w:r>
      <w:proofErr w:type="spellStart"/>
      <w:r w:rsidRPr="004B714F">
        <w:rPr>
          <w:rFonts w:ascii="Lucida Handwriting" w:hAnsi="Lucida Handwriting"/>
        </w:rPr>
        <w:t>Renningsen</w:t>
      </w:r>
      <w:bookmarkEnd w:id="0"/>
      <w:proofErr w:type="spellEnd"/>
    </w:p>
    <w:sectPr w:rsidR="0095639B" w:rsidRPr="004B714F" w:rsidSect="009430A1">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15F50"/>
    <w:rsid w:val="00370185"/>
    <w:rsid w:val="003B7D74"/>
    <w:rsid w:val="004B714F"/>
    <w:rsid w:val="004F0647"/>
    <w:rsid w:val="00631380"/>
    <w:rsid w:val="00770743"/>
    <w:rsid w:val="008D2E71"/>
    <w:rsid w:val="008D76FD"/>
    <w:rsid w:val="009430A1"/>
    <w:rsid w:val="0095639B"/>
    <w:rsid w:val="00A479D8"/>
    <w:rsid w:val="00AE72C8"/>
    <w:rsid w:val="00B14BB3"/>
    <w:rsid w:val="00E37989"/>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9430A1"/>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9430A1"/>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9430A1"/>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9430A1"/>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C646D4E4</Template>
  <TotalTime>0</TotalTime>
  <Pages>1</Pages>
  <Words>232</Words>
  <Characters>1468</Characters>
  <Application>Microsoft Office Word</Application>
  <DocSecurity>0</DocSecurity>
  <Lines>12</Lines>
  <Paragraphs>3</Paragraphs>
  <ScaleCrop>false</ScaleCrop>
  <Company>F G</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2015-11-10T08:31:00Z</cp:lastPrinted>
  <dcterms:created xsi:type="dcterms:W3CDTF">2015-11-10T08:31:00Z</dcterms:created>
  <dcterms:modified xsi:type="dcterms:W3CDTF">2016-02-02T07:56:00Z</dcterms:modified>
</cp:coreProperties>
</file>